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2408D39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2020-2023 </w:t>
      </w:r>
    </w:p>
    <w:p w14:paraId="6A743604" w14:textId="5D6336D0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8371F6">
        <w:rPr>
          <w:rFonts w:ascii="Corbel" w:hAnsi="Corbel"/>
          <w:sz w:val="20"/>
          <w:szCs w:val="20"/>
        </w:rPr>
        <w:t>2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8371F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4EB50" w14:textId="77777777" w:rsidR="007448EC" w:rsidRDefault="007448EC" w:rsidP="00C16ABF">
      <w:pPr>
        <w:spacing w:after="0" w:line="240" w:lineRule="auto"/>
      </w:pPr>
      <w:r>
        <w:separator/>
      </w:r>
    </w:p>
  </w:endnote>
  <w:endnote w:type="continuationSeparator" w:id="0">
    <w:p w14:paraId="726E535C" w14:textId="77777777" w:rsidR="007448EC" w:rsidRDefault="007448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2D0B9" w14:textId="77777777" w:rsidR="007448EC" w:rsidRDefault="007448EC" w:rsidP="00C16ABF">
      <w:pPr>
        <w:spacing w:after="0" w:line="240" w:lineRule="auto"/>
      </w:pPr>
      <w:r>
        <w:separator/>
      </w:r>
    </w:p>
  </w:footnote>
  <w:footnote w:type="continuationSeparator" w:id="0">
    <w:p w14:paraId="59056BE8" w14:textId="77777777" w:rsidR="007448EC" w:rsidRDefault="007448E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729F1-C66D-4CD2-8183-D0FD3FA0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2020-10-26T14:57:00Z</dcterms:created>
  <dcterms:modified xsi:type="dcterms:W3CDTF">2021-02-01T13:26:00Z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